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CE401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  <w:t>TARTU MAAKOHTU KINNISTUSOSAKONNALE</w:t>
      </w:r>
    </w:p>
    <w:p w14:paraId="646D3389" w14:textId="77777777" w:rsidR="00204E6C" w:rsidRPr="00204E6C" w:rsidRDefault="00204E6C" w:rsidP="00204E6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</w:pPr>
    </w:p>
    <w:p w14:paraId="69126250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</w:pPr>
    </w:p>
    <w:p w14:paraId="0152983E" w14:textId="5315FEA8" w:rsidR="00AC4CBE" w:rsidRPr="00AC4CBE" w:rsidRDefault="003E4194" w:rsidP="00AC4CB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>
        <w:rPr>
          <w:rFonts w:ascii="Times New Roman" w:eastAsia="Times New Roman" w:hAnsi="Times New Roman"/>
          <w:color w:val="000000"/>
          <w:u w:color="000000"/>
          <w:lang w:val="et-EE" w:eastAsia="et-EE"/>
        </w:rPr>
        <w:t>25</w:t>
      </w:r>
      <w:r w:rsidR="0031195C">
        <w:rPr>
          <w:rFonts w:ascii="Times New Roman" w:eastAsia="Times New Roman" w:hAnsi="Times New Roman"/>
          <w:color w:val="000000"/>
          <w:u w:color="000000"/>
          <w:lang w:val="et-EE" w:eastAsia="et-EE"/>
        </w:rPr>
        <w:t>.11</w:t>
      </w:r>
      <w:r w:rsidR="00AC4CBE"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.2025 nr </w:t>
      </w:r>
      <w:r w:rsidR="00FA22F1">
        <w:rPr>
          <w:rFonts w:ascii="Times New Roman" w:eastAsia="Times New Roman" w:hAnsi="Times New Roman"/>
          <w:color w:val="000000"/>
          <w:u w:color="000000"/>
          <w:lang w:val="et-EE" w:eastAsia="et-EE"/>
        </w:rPr>
        <w:t>JV-MAA-1/</w:t>
      </w:r>
      <w:r w:rsidR="000D35E4" w:rsidRPr="000D35E4">
        <w:rPr>
          <w:rFonts w:ascii="Times New Roman" w:eastAsia="Times New Roman" w:hAnsi="Times New Roman"/>
          <w:color w:val="000000"/>
          <w:u w:color="000000"/>
          <w:lang w:val="et-EE" w:eastAsia="et-EE"/>
        </w:rPr>
        <w:t>5401-2</w:t>
      </w:r>
    </w:p>
    <w:p w14:paraId="58A73BB1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22A9E5D9" w14:textId="22FEA6C2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b/>
          <w:bCs/>
          <w:lang w:val="et-EE" w:eastAsia="et-EE"/>
        </w:rPr>
        <w:fldChar w:fldCharType="begin" w:fldLock="1"/>
      </w:r>
      <w:r w:rsidRPr="00AC4CBE">
        <w:rPr>
          <w:rFonts w:ascii="Times New Roman" w:eastAsia="Times New Roman" w:hAnsi="Times New Roman"/>
          <w:b/>
          <w:bCs/>
          <w:lang w:val="et-EE" w:eastAsia="et-EE"/>
        </w:rPr>
        <w:instrText>MERGEFIELD OsalejaAdapter;71629abd062e486c82ab54f29d972a06;Nimi</w:instrText>
      </w:r>
      <w:r w:rsidRPr="00AC4CBE">
        <w:rPr>
          <w:rFonts w:ascii="Times New Roman" w:eastAsia="Times New Roman" w:hAnsi="Times New Roman"/>
          <w:b/>
          <w:bCs/>
          <w:lang w:val="et-EE" w:eastAsia="et-EE"/>
        </w:rPr>
        <w:fldChar w:fldCharType="separate"/>
      </w:r>
      <w:r w:rsidRPr="00AC4CBE">
        <w:rPr>
          <w:rFonts w:ascii="Times New Roman" w:eastAsia="Times New Roman" w:hAnsi="Times New Roman"/>
          <w:b/>
          <w:bCs/>
          <w:lang w:val="et-EE" w:eastAsia="et-EE"/>
        </w:rPr>
        <w:t>Elektrilevi OÜ</w:t>
      </w:r>
      <w:r w:rsidRPr="00AC4CBE">
        <w:rPr>
          <w:rFonts w:ascii="Times New Roman" w:eastAsia="Times New Roman" w:hAnsi="Times New Roman"/>
          <w:b/>
          <w:bCs/>
          <w:lang w:val="et-EE" w:eastAsia="et-EE"/>
        </w:rPr>
        <w:fldChar w:fldCharType="end"/>
      </w:r>
      <w:r w:rsidRPr="00AC4CBE">
        <w:rPr>
          <w:rFonts w:ascii="Times New Roman" w:eastAsia="Times New Roman" w:hAnsi="Times New Roman"/>
          <w:b/>
          <w:color w:val="000000"/>
          <w:u w:color="000000"/>
          <w:lang w:val="et-EE" w:eastAsia="et-EE"/>
        </w:rPr>
        <w:t xml:space="preserve"> (</w: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edaspidi</w:t>
      </w:r>
      <w:r w:rsidRPr="00AC4CBE">
        <w:rPr>
          <w:rFonts w:ascii="Times New Roman" w:eastAsia="Times New Roman" w:hAnsi="Times New Roman"/>
          <w:b/>
          <w:color w:val="000000"/>
          <w:u w:color="000000"/>
          <w:lang w:val="et-EE" w:eastAsia="et-EE"/>
        </w:rPr>
        <w:t xml:space="preserve"> – Õigustatud isik)</w: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, registrikood </w:t>
      </w:r>
      <w:r w:rsidRPr="00AC4CBE">
        <w:rPr>
          <w:rFonts w:ascii="Times New Roman" w:eastAsia="Times New Roman" w:hAnsi="Times New Roman"/>
          <w:lang w:val="et-EE" w:eastAsia="et-EE"/>
        </w:rPr>
        <w:fldChar w:fldCharType="begin" w:fldLock="1"/>
      </w:r>
      <w:r w:rsidRPr="00AC4CBE">
        <w:rPr>
          <w:rFonts w:ascii="Times New Roman" w:eastAsia="Times New Roman" w:hAnsi="Times New Roman"/>
          <w:lang w:val="et-EE" w:eastAsia="et-EE"/>
        </w:rPr>
        <w:instrText>MERGEFIELD OsalejaAdapter;71629abd062e486c82ab54f29d972a06;Registrikood</w:instrText>
      </w:r>
      <w:r w:rsidRPr="00AC4CBE">
        <w:rPr>
          <w:rFonts w:ascii="Times New Roman" w:eastAsia="Times New Roman" w:hAnsi="Times New Roman"/>
          <w:lang w:val="et-EE" w:eastAsia="et-EE"/>
        </w:rPr>
        <w:fldChar w:fldCharType="separate"/>
      </w:r>
      <w:r w:rsidRPr="00AC4CBE">
        <w:rPr>
          <w:rFonts w:ascii="Times New Roman" w:eastAsia="Times New Roman" w:hAnsi="Times New Roman"/>
          <w:lang w:val="et-EE" w:eastAsia="et-EE"/>
        </w:rPr>
        <w:t>11050857</w:t>
      </w:r>
      <w:r w:rsidRPr="00AC4CBE">
        <w:rPr>
          <w:rFonts w:ascii="Times New Roman" w:eastAsia="Times New Roman" w:hAnsi="Times New Roman"/>
          <w:lang w:val="et-EE" w:eastAsia="et-EE"/>
        </w:rPr>
        <w:fldChar w:fldCharType="end"/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, aadress </w:t>
      </w:r>
      <w:r w:rsidRPr="00AC4CBE">
        <w:rPr>
          <w:rFonts w:ascii="Times New Roman" w:eastAsia="Times New Roman" w:hAnsi="Times New Roman"/>
          <w:lang w:val="et-EE" w:eastAsia="et-EE"/>
        </w:rPr>
        <w:fldChar w:fldCharType="begin" w:fldLock="1"/>
      </w:r>
      <w:r w:rsidRPr="00AC4CBE">
        <w:rPr>
          <w:rFonts w:ascii="Times New Roman" w:eastAsia="Times New Roman" w:hAnsi="Times New Roman"/>
          <w:lang w:val="et-EE" w:eastAsia="et-EE"/>
        </w:rPr>
        <w:instrText>MERGEFIELD OsalejaAdapter;71629abd062e486c82ab54f29d972a06;Aadress</w:instrText>
      </w:r>
      <w:r w:rsidRPr="00AC4CBE">
        <w:rPr>
          <w:rFonts w:ascii="Times New Roman" w:eastAsia="Times New Roman" w:hAnsi="Times New Roman"/>
          <w:lang w:val="et-EE" w:eastAsia="et-EE"/>
        </w:rPr>
        <w:fldChar w:fldCharType="separate"/>
      </w:r>
      <w:r w:rsidRPr="00AC4CBE">
        <w:rPr>
          <w:rFonts w:ascii="Times New Roman" w:eastAsia="Times New Roman" w:hAnsi="Times New Roman"/>
          <w:lang w:val="et-EE" w:eastAsia="et-EE"/>
        </w:rPr>
        <w:t>Veskiposti 2, Tallinn, Harju maakond, Tallinn</w:t>
      </w:r>
      <w:r w:rsidRPr="00AC4CBE">
        <w:rPr>
          <w:rFonts w:ascii="Times New Roman" w:eastAsia="Times New Roman" w:hAnsi="Times New Roman"/>
          <w:lang w:val="et-EE" w:eastAsia="et-EE"/>
        </w:rPr>
        <w:fldChar w:fldCharType="end"/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, e-posti aadress Ulle.Loopre@e</w:t>
      </w:r>
      <w:r w:rsidR="00204E6C">
        <w:rPr>
          <w:rFonts w:ascii="Times New Roman" w:eastAsia="Times New Roman" w:hAnsi="Times New Roman"/>
          <w:color w:val="000000"/>
          <w:u w:color="000000"/>
          <w:lang w:val="et-EE" w:eastAsia="et-EE"/>
        </w:rPr>
        <w:t>lektrilevi</w: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.ee, mille esindajana tegutseb </w:t>
      </w:r>
      <w:r w:rsidRPr="00AC4CBE">
        <w:rPr>
          <w:rFonts w:ascii="Times New Roman" w:eastAsia="Times New Roman" w:hAnsi="Times New Roman"/>
          <w:u w:color="000000"/>
          <w:lang w:val="et-EE" w:eastAsia="et-EE"/>
        </w:rPr>
        <w:t xml:space="preserve">volikirja alusel </w:t>
      </w:r>
      <w:r w:rsidRPr="00AC4CBE">
        <w:rPr>
          <w:rFonts w:ascii="Times New Roman" w:eastAsia="Times New Roman" w:hAnsi="Times New Roman"/>
          <w:lang w:val="et-EE" w:eastAsia="et-EE"/>
        </w:rPr>
        <w:fldChar w:fldCharType="begin" w:fldLock="1"/>
      </w:r>
      <w:r w:rsidRPr="00AC4CBE">
        <w:rPr>
          <w:rFonts w:ascii="Times New Roman" w:eastAsia="Times New Roman" w:hAnsi="Times New Roman"/>
          <w:lang w:val="et-EE" w:eastAsia="et-EE"/>
        </w:rPr>
        <w:instrText>MERGEFIELD OsalejaAdapter;1cfc8526305740f4b3f44f99abbe5916;Nimi</w:instrText>
      </w:r>
      <w:r w:rsidRPr="00AC4CBE">
        <w:rPr>
          <w:rFonts w:ascii="Times New Roman" w:eastAsia="Times New Roman" w:hAnsi="Times New Roman"/>
          <w:lang w:val="et-EE" w:eastAsia="et-EE"/>
        </w:rPr>
        <w:fldChar w:fldCharType="separate"/>
      </w:r>
      <w:r w:rsidRPr="00AC4CBE"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  <w:t>Ülle Loopre</w:t>
      </w:r>
      <w:r w:rsidRPr="00AC4CBE">
        <w:rPr>
          <w:rFonts w:ascii="Times New Roman" w:eastAsia="Times New Roman" w:hAnsi="Times New Roman"/>
          <w:lang w:val="et-EE" w:eastAsia="et-EE"/>
        </w:rPr>
        <w:fldChar w:fldCharType="end"/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, </w: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fldChar w:fldCharType="begin" w:fldLock="1"/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instrText>MERGEFIELD OsalejaAdapter;1cfc8526305740f4b3f44f99abbe5916;Isikukood, sünniaeg või registrikood</w:instrTex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fldChar w:fldCharType="separate"/>
      </w:r>
      <w:r w:rsidRPr="00AC4CBE">
        <w:rPr>
          <w:rFonts w:ascii="Times New Roman" w:eastAsia="Times New Roman" w:hAnsi="Times New Roman"/>
          <w:lang w:val="et-EE" w:eastAsia="et-EE"/>
        </w:rPr>
        <w:t>isikukood 46910280234</w:t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fldChar w:fldCharType="end"/>
      </w: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 xml:space="preserve">, </w:t>
      </w:r>
    </w:p>
    <w:p w14:paraId="6AE36E07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7D1D788F" w14:textId="77777777" w:rsidR="00C760D4" w:rsidRPr="00C760D4" w:rsidRDefault="00C760D4" w:rsidP="00C760D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6EA6EE2C" w14:textId="77777777" w:rsidR="00C760D4" w:rsidRPr="00821928" w:rsidRDefault="00C760D4" w:rsidP="0082192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</w:pPr>
    </w:p>
    <w:p w14:paraId="012C2B1D" w14:textId="77777777" w:rsidR="00821928" w:rsidRPr="00821928" w:rsidRDefault="00821928" w:rsidP="0082192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</w:pPr>
      <w:r w:rsidRPr="00821928">
        <w:rPr>
          <w:rFonts w:ascii="Times New Roman" w:eastAsia="Times New Roman" w:hAnsi="Times New Roman"/>
          <w:b/>
          <w:bCs/>
          <w:color w:val="000000"/>
          <w:u w:color="000000"/>
          <w:lang w:val="et-EE" w:eastAsia="et-EE"/>
        </w:rPr>
        <w:t>NÕUSOLEK KINNISTU JAGAMISEKS</w:t>
      </w:r>
    </w:p>
    <w:p w14:paraId="167EB547" w14:textId="77777777" w:rsidR="00821928" w:rsidRPr="00821928" w:rsidRDefault="00821928" w:rsidP="0082192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494E63C1" w14:textId="77777777" w:rsidR="0031195C" w:rsidRPr="0031195C" w:rsidRDefault="0031195C" w:rsidP="0031195C">
      <w:pPr>
        <w:rPr>
          <w:rFonts w:ascii="Times New Roman" w:eastAsia="Times New Roman" w:hAnsi="Times New Roman"/>
          <w:lang w:val="et-EE" w:eastAsia="et-EE"/>
        </w:rPr>
      </w:pPr>
    </w:p>
    <w:p w14:paraId="75EE5D71" w14:textId="3DA92E9F" w:rsidR="0031195C" w:rsidRDefault="0031195C" w:rsidP="003E4194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lang w:val="et-EE" w:eastAsia="et-EE"/>
        </w:rPr>
      </w:pPr>
      <w:r w:rsidRPr="0031195C">
        <w:rPr>
          <w:rFonts w:ascii="Times New Roman" w:eastAsia="Times New Roman" w:hAnsi="Times New Roman"/>
          <w:lang w:val="et-EE" w:eastAsia="et-EE"/>
        </w:rPr>
        <w:t>Käesolevaga Ele</w:t>
      </w:r>
      <w:r w:rsidR="00764FD1">
        <w:rPr>
          <w:rFonts w:ascii="Times New Roman" w:eastAsia="Times New Roman" w:hAnsi="Times New Roman"/>
          <w:lang w:val="et-EE" w:eastAsia="et-EE"/>
        </w:rPr>
        <w:t>k</w:t>
      </w:r>
      <w:r w:rsidRPr="0031195C">
        <w:rPr>
          <w:rFonts w:ascii="Times New Roman" w:eastAsia="Times New Roman" w:hAnsi="Times New Roman"/>
          <w:lang w:val="et-EE" w:eastAsia="et-EE"/>
        </w:rPr>
        <w:t xml:space="preserve">trilevi OÜ palub lõpetada </w:t>
      </w:r>
      <w:r w:rsidR="00764FD1">
        <w:rPr>
          <w:rFonts w:ascii="Times New Roman" w:eastAsia="Times New Roman" w:hAnsi="Times New Roman"/>
          <w:lang w:val="et-EE" w:eastAsia="et-EE"/>
        </w:rPr>
        <w:t>hoonestusõiguse</w:t>
      </w:r>
      <w:r w:rsidRPr="0031195C">
        <w:rPr>
          <w:rFonts w:ascii="Times New Roman" w:eastAsia="Times New Roman" w:hAnsi="Times New Roman"/>
          <w:lang w:val="et-EE" w:eastAsia="et-EE"/>
        </w:rPr>
        <w:t xml:space="preserve"> registriosa </w:t>
      </w:r>
      <w:r w:rsidR="003E4194" w:rsidRPr="003E4194">
        <w:rPr>
          <w:rFonts w:ascii="Times New Roman" w:eastAsia="Times New Roman" w:hAnsi="Times New Roman"/>
          <w:b/>
          <w:lang w:val="et-EE" w:eastAsia="et-EE"/>
        </w:rPr>
        <w:t xml:space="preserve"> 20034401</w:t>
      </w:r>
      <w:r w:rsidRPr="0031195C">
        <w:rPr>
          <w:rFonts w:ascii="Times New Roman" w:eastAsia="Times New Roman" w:hAnsi="Times New Roman"/>
          <w:lang w:val="et-EE" w:eastAsia="et-EE"/>
        </w:rPr>
        <w:t xml:space="preserve"> kolmandasse jakku kande nr </w:t>
      </w:r>
      <w:r w:rsidR="003E4194">
        <w:rPr>
          <w:rFonts w:ascii="Times New Roman" w:eastAsia="Times New Roman" w:hAnsi="Times New Roman"/>
          <w:lang w:val="et-EE" w:eastAsia="et-EE"/>
        </w:rPr>
        <w:t>5</w:t>
      </w:r>
      <w:r w:rsidRPr="0031195C">
        <w:rPr>
          <w:rFonts w:ascii="Times New Roman" w:eastAsia="Times New Roman" w:hAnsi="Times New Roman"/>
          <w:lang w:val="et-EE" w:eastAsia="et-EE"/>
        </w:rPr>
        <w:t xml:space="preserve"> all kinnistatud isiklik</w:t>
      </w:r>
      <w:r w:rsidR="00764FD1">
        <w:rPr>
          <w:rFonts w:ascii="Times New Roman" w:eastAsia="Times New Roman" w:hAnsi="Times New Roman"/>
          <w:lang w:val="et-EE" w:eastAsia="et-EE"/>
        </w:rPr>
        <w:t>u</w:t>
      </w:r>
      <w:r w:rsidRPr="0031195C">
        <w:rPr>
          <w:rFonts w:ascii="Times New Roman" w:eastAsia="Times New Roman" w:hAnsi="Times New Roman"/>
          <w:lang w:val="et-EE" w:eastAsia="et-EE"/>
        </w:rPr>
        <w:t xml:space="preserve"> kasutusõigus</w:t>
      </w:r>
      <w:r w:rsidR="00764FD1">
        <w:rPr>
          <w:rFonts w:ascii="Times New Roman" w:eastAsia="Times New Roman" w:hAnsi="Times New Roman"/>
          <w:lang w:val="et-EE" w:eastAsia="et-EE"/>
        </w:rPr>
        <w:t>e</w:t>
      </w:r>
      <w:r w:rsidRPr="0031195C">
        <w:rPr>
          <w:rFonts w:ascii="Times New Roman" w:eastAsia="Times New Roman" w:hAnsi="Times New Roman"/>
          <w:lang w:val="et-EE" w:eastAsia="et-EE"/>
        </w:rPr>
        <w:t xml:space="preserve"> ja kustutada registriosa </w:t>
      </w:r>
      <w:r w:rsidR="003E4194" w:rsidRPr="003E4194">
        <w:rPr>
          <w:rFonts w:ascii="Times New Roman" w:eastAsia="Times New Roman" w:hAnsi="Times New Roman"/>
          <w:lang w:val="et-EE" w:eastAsia="et-EE"/>
        </w:rPr>
        <w:t xml:space="preserve"> 20034401</w:t>
      </w:r>
      <w:r w:rsidR="003E4194">
        <w:rPr>
          <w:rFonts w:ascii="Times New Roman" w:eastAsia="Times New Roman" w:hAnsi="Times New Roman"/>
          <w:lang w:val="et-EE" w:eastAsia="et-EE"/>
        </w:rPr>
        <w:t xml:space="preserve"> </w:t>
      </w:r>
      <w:r w:rsidRPr="0031195C">
        <w:rPr>
          <w:rFonts w:ascii="Times New Roman" w:eastAsia="Times New Roman" w:hAnsi="Times New Roman"/>
          <w:lang w:val="et-EE" w:eastAsia="et-EE"/>
        </w:rPr>
        <w:t xml:space="preserve">kolmandasse jakku kande nr </w:t>
      </w:r>
      <w:r w:rsidR="003E4194">
        <w:rPr>
          <w:rFonts w:ascii="Times New Roman" w:eastAsia="Times New Roman" w:hAnsi="Times New Roman"/>
          <w:lang w:val="et-EE" w:eastAsia="et-EE"/>
        </w:rPr>
        <w:t>5</w:t>
      </w:r>
      <w:r w:rsidR="00764FD1">
        <w:rPr>
          <w:rFonts w:ascii="Times New Roman" w:eastAsia="Times New Roman" w:hAnsi="Times New Roman"/>
          <w:lang w:val="et-EE" w:eastAsia="et-EE"/>
        </w:rPr>
        <w:t xml:space="preserve"> </w:t>
      </w:r>
      <w:r w:rsidRPr="0031195C">
        <w:rPr>
          <w:rFonts w:ascii="Times New Roman" w:eastAsia="Times New Roman" w:hAnsi="Times New Roman"/>
          <w:lang w:val="et-EE" w:eastAsia="et-EE"/>
        </w:rPr>
        <w:t xml:space="preserve">kantud isiklik kasutusõigus Elektrilevi OÜ (registrikood 11050857) kasuks. </w:t>
      </w:r>
    </w:p>
    <w:p w14:paraId="3BAA1220" w14:textId="4F21AA73" w:rsidR="00764FD1" w:rsidRPr="0031195C" w:rsidRDefault="00764FD1" w:rsidP="00764FD1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color w:val="000000"/>
          <w:lang w:val="et-EE" w:eastAsia="et-EE"/>
        </w:rPr>
      </w:pPr>
      <w:r w:rsidRPr="00764FD1">
        <w:rPr>
          <w:rFonts w:ascii="Times New Roman" w:eastAsia="Times New Roman" w:hAnsi="Times New Roman"/>
          <w:color w:val="000000"/>
          <w:lang w:val="et-EE" w:eastAsia="et-EE"/>
        </w:rPr>
        <w:t>28.05.2018 lepingu alusel seatud isiklik kasutusõigus jääb edaspidi koormama kinnistut (registriosa nr 6610901 III jao jooksev kanne nr 18</w:t>
      </w:r>
      <w:r>
        <w:rPr>
          <w:rFonts w:ascii="Times New Roman" w:eastAsia="Times New Roman" w:hAnsi="Times New Roman"/>
          <w:color w:val="000000"/>
          <w:lang w:val="et-EE" w:eastAsia="et-EE"/>
        </w:rPr>
        <w:t>).</w:t>
      </w:r>
    </w:p>
    <w:p w14:paraId="230631CA" w14:textId="77777777" w:rsidR="0073006B" w:rsidRPr="0031195C" w:rsidRDefault="0073006B" w:rsidP="0073006B">
      <w:pPr>
        <w:spacing w:before="120"/>
        <w:rPr>
          <w:rFonts w:ascii="Times New Roman" w:eastAsia="Times New Roman" w:hAnsi="Times New Roman"/>
          <w:u w:color="000000"/>
          <w:lang w:val="et-EE"/>
        </w:rPr>
      </w:pPr>
    </w:p>
    <w:p w14:paraId="10DF2E68" w14:textId="3FB0E6AD" w:rsidR="00AC6C91" w:rsidRPr="004B1E26" w:rsidRDefault="0073006B" w:rsidP="0073006B">
      <w:pPr>
        <w:spacing w:before="120"/>
        <w:rPr>
          <w:rFonts w:ascii="Times New Roman" w:eastAsia="Times New Roman" w:hAnsi="Times New Roman"/>
          <w:u w:color="000000"/>
        </w:rPr>
      </w:pPr>
      <w:r w:rsidRPr="0073006B">
        <w:rPr>
          <w:rFonts w:ascii="Times New Roman" w:eastAsia="Times New Roman" w:hAnsi="Times New Roman"/>
          <w:u w:color="000000"/>
        </w:rPr>
        <w:t>Riigilõivu isikliku kasutusõiguse kustutamise ja lepingu lõpetamise eest palume võtta Elektrilevi OÜ ettemaksukontolt.</w:t>
      </w:r>
    </w:p>
    <w:p w14:paraId="65174842" w14:textId="77777777" w:rsidR="00C434A7" w:rsidRPr="00B37FBC" w:rsidRDefault="00C434A7" w:rsidP="00C434A7">
      <w:pPr>
        <w:pStyle w:val="ListParagraph"/>
        <w:spacing w:before="120" w:after="0"/>
        <w:ind w:firstLine="0"/>
        <w:rPr>
          <w:rFonts w:ascii="Times New Roman" w:eastAsia="Times New Roman" w:hAnsi="Times New Roman"/>
          <w:sz w:val="24"/>
          <w:szCs w:val="24"/>
          <w:u w:color="000000"/>
        </w:rPr>
      </w:pPr>
    </w:p>
    <w:p w14:paraId="4EC7466C" w14:textId="34268277" w:rsidR="00AC4CBE" w:rsidRPr="00AC4CBE" w:rsidRDefault="00204E6C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>
        <w:rPr>
          <w:rFonts w:ascii="Times New Roman" w:eastAsia="Times New Roman" w:hAnsi="Times New Roman"/>
          <w:color w:val="000000"/>
          <w:u w:color="000000"/>
          <w:lang w:val="et-EE" w:eastAsia="et-EE"/>
        </w:rPr>
        <w:t>(</w:t>
      </w:r>
      <w:r w:rsidR="00AC4CBE"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allkirjastatud digitaalselt</w:t>
      </w:r>
      <w:r>
        <w:rPr>
          <w:rFonts w:ascii="Times New Roman" w:eastAsia="Times New Roman" w:hAnsi="Times New Roman"/>
          <w:color w:val="000000"/>
          <w:u w:color="000000"/>
          <w:lang w:val="et-EE" w:eastAsia="et-EE"/>
        </w:rPr>
        <w:t>)</w:t>
      </w:r>
    </w:p>
    <w:p w14:paraId="4DE5883B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79A827F5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Ülle Loopre</w:t>
      </w:r>
    </w:p>
    <w:p w14:paraId="4311CAC1" w14:textId="77777777" w:rsidR="00AC4CBE" w:rsidRPr="00AC4CBE" w:rsidRDefault="00AC4CBE" w:rsidP="00AC4CB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Elektrilevi OÜ volitatud esindaja</w:t>
      </w:r>
    </w:p>
    <w:p w14:paraId="1C9C258F" w14:textId="77777777" w:rsidR="00AC4CBE" w:rsidRPr="00AC4CBE" w:rsidRDefault="00AC4CBE" w:rsidP="00AC4CB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</w:p>
    <w:p w14:paraId="2D599174" w14:textId="77777777" w:rsidR="00AC4CBE" w:rsidRPr="00AC4CBE" w:rsidRDefault="00AC4CBE" w:rsidP="00AC4CB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Lisad</w:t>
      </w:r>
    </w:p>
    <w:p w14:paraId="5F2A8996" w14:textId="2037854F" w:rsidR="00BD14A4" w:rsidRPr="00AC6C91" w:rsidRDefault="00AC4CBE" w:rsidP="003B6F35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u w:color="000000"/>
          <w:lang w:val="et-EE" w:eastAsia="et-EE"/>
        </w:rPr>
      </w:pPr>
      <w:r w:rsidRPr="00AC4CBE">
        <w:rPr>
          <w:rFonts w:ascii="Times New Roman" w:eastAsia="Times New Roman" w:hAnsi="Times New Roman"/>
          <w:color w:val="000000"/>
          <w:u w:color="000000"/>
          <w:lang w:val="et-EE" w:eastAsia="et-EE"/>
        </w:rPr>
        <w:t>Elektrilevi OÜ esindaja volikiri</w:t>
      </w:r>
    </w:p>
    <w:sectPr w:rsidR="00BD14A4" w:rsidRPr="00AC6C91" w:rsidSect="008407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70B6D" w14:textId="77777777" w:rsidR="00477CE8" w:rsidRDefault="00477CE8">
      <w:r>
        <w:separator/>
      </w:r>
    </w:p>
  </w:endnote>
  <w:endnote w:type="continuationSeparator" w:id="0">
    <w:p w14:paraId="6BCE90CE" w14:textId="77777777" w:rsidR="00477CE8" w:rsidRDefault="00477CE8">
      <w:r>
        <w:continuationSeparator/>
      </w:r>
    </w:p>
  </w:endnote>
  <w:endnote w:type="continuationNotice" w:id="1">
    <w:p w14:paraId="0EAC3198" w14:textId="77777777" w:rsidR="00477CE8" w:rsidRDefault="00477C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F55F1" w14:textId="77777777" w:rsidR="00477CE8" w:rsidRDefault="00477CE8">
      <w:r>
        <w:separator/>
      </w:r>
    </w:p>
  </w:footnote>
  <w:footnote w:type="continuationSeparator" w:id="0">
    <w:p w14:paraId="2A60D924" w14:textId="77777777" w:rsidR="00477CE8" w:rsidRDefault="00477CE8">
      <w:r>
        <w:continuationSeparator/>
      </w:r>
    </w:p>
  </w:footnote>
  <w:footnote w:type="continuationNotice" w:id="1">
    <w:p w14:paraId="529D378B" w14:textId="77777777" w:rsidR="00477CE8" w:rsidRDefault="00477C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B623D"/>
    <w:multiLevelType w:val="hybridMultilevel"/>
    <w:tmpl w:val="03FA0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A21C2"/>
    <w:multiLevelType w:val="hybridMultilevel"/>
    <w:tmpl w:val="277413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D52D5"/>
    <w:multiLevelType w:val="hybridMultilevel"/>
    <w:tmpl w:val="A92C67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D67BFD"/>
    <w:multiLevelType w:val="hybridMultilevel"/>
    <w:tmpl w:val="C8EEE73E"/>
    <w:lvl w:ilvl="0" w:tplc="0478F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3"/>
  </w:num>
  <w:num w:numId="2" w16cid:durableId="1258368716">
    <w:abstractNumId w:val="23"/>
  </w:num>
  <w:num w:numId="3" w16cid:durableId="788352473">
    <w:abstractNumId w:val="23"/>
  </w:num>
  <w:num w:numId="4" w16cid:durableId="1889415763">
    <w:abstractNumId w:val="23"/>
  </w:num>
  <w:num w:numId="5" w16cid:durableId="1675573490">
    <w:abstractNumId w:val="23"/>
  </w:num>
  <w:num w:numId="6" w16cid:durableId="14997355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7"/>
  </w:num>
  <w:num w:numId="8" w16cid:durableId="541940527">
    <w:abstractNumId w:val="12"/>
  </w:num>
  <w:num w:numId="9" w16cid:durableId="1254244123">
    <w:abstractNumId w:val="5"/>
  </w:num>
  <w:num w:numId="10" w16cid:durableId="1968586411">
    <w:abstractNumId w:val="25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2"/>
  </w:num>
  <w:num w:numId="13" w16cid:durableId="843782601">
    <w:abstractNumId w:val="16"/>
  </w:num>
  <w:num w:numId="14" w16cid:durableId="295646453">
    <w:abstractNumId w:val="18"/>
    <w:lvlOverride w:ilvl="0">
      <w:startOverride w:val="1"/>
    </w:lvlOverride>
  </w:num>
  <w:num w:numId="15" w16cid:durableId="1561089471">
    <w:abstractNumId w:val="30"/>
    <w:lvlOverride w:ilvl="0">
      <w:startOverride w:val="1"/>
    </w:lvlOverride>
  </w:num>
  <w:num w:numId="16" w16cid:durableId="811865858">
    <w:abstractNumId w:val="26"/>
  </w:num>
  <w:num w:numId="17" w16cid:durableId="565264782">
    <w:abstractNumId w:val="2"/>
  </w:num>
  <w:num w:numId="18" w16cid:durableId="1925262073">
    <w:abstractNumId w:val="9"/>
  </w:num>
  <w:num w:numId="19" w16cid:durableId="1690335446">
    <w:abstractNumId w:val="8"/>
  </w:num>
  <w:num w:numId="20" w16cid:durableId="1314480960">
    <w:abstractNumId w:val="19"/>
  </w:num>
  <w:num w:numId="21" w16cid:durableId="1359698976">
    <w:abstractNumId w:val="6"/>
  </w:num>
  <w:num w:numId="22" w16cid:durableId="179972868">
    <w:abstractNumId w:val="1"/>
  </w:num>
  <w:num w:numId="23" w16cid:durableId="1985505138">
    <w:abstractNumId w:val="24"/>
  </w:num>
  <w:num w:numId="24" w16cid:durableId="1523860035">
    <w:abstractNumId w:val="10"/>
  </w:num>
  <w:num w:numId="25" w16cid:durableId="896287133">
    <w:abstractNumId w:val="3"/>
  </w:num>
  <w:num w:numId="26" w16cid:durableId="1576429076">
    <w:abstractNumId w:val="13"/>
  </w:num>
  <w:num w:numId="27" w16cid:durableId="1768109669">
    <w:abstractNumId w:val="28"/>
  </w:num>
  <w:num w:numId="28" w16cid:durableId="212893119">
    <w:abstractNumId w:val="15"/>
  </w:num>
  <w:num w:numId="29" w16cid:durableId="1654873713">
    <w:abstractNumId w:val="21"/>
  </w:num>
  <w:num w:numId="30" w16cid:durableId="1629121418">
    <w:abstractNumId w:val="20"/>
  </w:num>
  <w:num w:numId="31" w16cid:durableId="1337686878">
    <w:abstractNumId w:val="14"/>
  </w:num>
  <w:num w:numId="32" w16cid:durableId="140660729">
    <w:abstractNumId w:val="11"/>
  </w:num>
  <w:num w:numId="33" w16cid:durableId="504369026">
    <w:abstractNumId w:val="17"/>
  </w:num>
  <w:num w:numId="34" w16cid:durableId="499777889">
    <w:abstractNumId w:val="29"/>
  </w:num>
  <w:num w:numId="35" w16cid:durableId="6845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4B97"/>
    <w:rsid w:val="00051443"/>
    <w:rsid w:val="000605AE"/>
    <w:rsid w:val="00075114"/>
    <w:rsid w:val="0009093B"/>
    <w:rsid w:val="000B3918"/>
    <w:rsid w:val="000B391C"/>
    <w:rsid w:val="000B417F"/>
    <w:rsid w:val="000B4850"/>
    <w:rsid w:val="000B57BA"/>
    <w:rsid w:val="000D35E4"/>
    <w:rsid w:val="000E125B"/>
    <w:rsid w:val="000E2C01"/>
    <w:rsid w:val="000F3E27"/>
    <w:rsid w:val="001024E8"/>
    <w:rsid w:val="00103444"/>
    <w:rsid w:val="001275F5"/>
    <w:rsid w:val="00141D53"/>
    <w:rsid w:val="00146F8F"/>
    <w:rsid w:val="00161D39"/>
    <w:rsid w:val="00162108"/>
    <w:rsid w:val="0019253D"/>
    <w:rsid w:val="00194EE7"/>
    <w:rsid w:val="001B46D4"/>
    <w:rsid w:val="001C2257"/>
    <w:rsid w:val="001E0921"/>
    <w:rsid w:val="001E09C8"/>
    <w:rsid w:val="001F78CE"/>
    <w:rsid w:val="002002F0"/>
    <w:rsid w:val="00204E6C"/>
    <w:rsid w:val="0020754D"/>
    <w:rsid w:val="0021186E"/>
    <w:rsid w:val="00215382"/>
    <w:rsid w:val="00216320"/>
    <w:rsid w:val="00221476"/>
    <w:rsid w:val="00225172"/>
    <w:rsid w:val="002401E8"/>
    <w:rsid w:val="0024234A"/>
    <w:rsid w:val="002449DE"/>
    <w:rsid w:val="00254FE3"/>
    <w:rsid w:val="002641F5"/>
    <w:rsid w:val="00265051"/>
    <w:rsid w:val="002726A3"/>
    <w:rsid w:val="002732AA"/>
    <w:rsid w:val="0028249D"/>
    <w:rsid w:val="002967CF"/>
    <w:rsid w:val="002A1036"/>
    <w:rsid w:val="002A4C1B"/>
    <w:rsid w:val="002B0427"/>
    <w:rsid w:val="002B2B1C"/>
    <w:rsid w:val="002B72F2"/>
    <w:rsid w:val="002D4D27"/>
    <w:rsid w:val="002D6251"/>
    <w:rsid w:val="002E0EF7"/>
    <w:rsid w:val="002E7594"/>
    <w:rsid w:val="002E76F7"/>
    <w:rsid w:val="002F07BC"/>
    <w:rsid w:val="00300E09"/>
    <w:rsid w:val="00304193"/>
    <w:rsid w:val="003073D3"/>
    <w:rsid w:val="00311278"/>
    <w:rsid w:val="00311782"/>
    <w:rsid w:val="0031195C"/>
    <w:rsid w:val="003127FB"/>
    <w:rsid w:val="00324A53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96FBB"/>
    <w:rsid w:val="003A0ECE"/>
    <w:rsid w:val="003B6F35"/>
    <w:rsid w:val="003D44C3"/>
    <w:rsid w:val="003E4194"/>
    <w:rsid w:val="003F5996"/>
    <w:rsid w:val="004065BA"/>
    <w:rsid w:val="00416600"/>
    <w:rsid w:val="004170C1"/>
    <w:rsid w:val="00421042"/>
    <w:rsid w:val="00430FA1"/>
    <w:rsid w:val="00431DF6"/>
    <w:rsid w:val="004348DC"/>
    <w:rsid w:val="004515E9"/>
    <w:rsid w:val="00452C0E"/>
    <w:rsid w:val="00470107"/>
    <w:rsid w:val="00477CE8"/>
    <w:rsid w:val="0048270D"/>
    <w:rsid w:val="00491AD7"/>
    <w:rsid w:val="0049454B"/>
    <w:rsid w:val="004A48CD"/>
    <w:rsid w:val="004B1E26"/>
    <w:rsid w:val="004C21A5"/>
    <w:rsid w:val="004C2526"/>
    <w:rsid w:val="004D1D70"/>
    <w:rsid w:val="004D6B7F"/>
    <w:rsid w:val="004E014D"/>
    <w:rsid w:val="004E0CB7"/>
    <w:rsid w:val="004E5DD5"/>
    <w:rsid w:val="004F1C8C"/>
    <w:rsid w:val="0050379B"/>
    <w:rsid w:val="005108F9"/>
    <w:rsid w:val="00513914"/>
    <w:rsid w:val="00532D2F"/>
    <w:rsid w:val="00541150"/>
    <w:rsid w:val="00555BB1"/>
    <w:rsid w:val="00565085"/>
    <w:rsid w:val="005662D9"/>
    <w:rsid w:val="00581E38"/>
    <w:rsid w:val="00582590"/>
    <w:rsid w:val="00585B08"/>
    <w:rsid w:val="00593D5D"/>
    <w:rsid w:val="00596979"/>
    <w:rsid w:val="005A217D"/>
    <w:rsid w:val="005A710F"/>
    <w:rsid w:val="005B1C18"/>
    <w:rsid w:val="005B57A0"/>
    <w:rsid w:val="005B7C3D"/>
    <w:rsid w:val="005C24D9"/>
    <w:rsid w:val="005E3618"/>
    <w:rsid w:val="005F6ACB"/>
    <w:rsid w:val="00605B27"/>
    <w:rsid w:val="00612966"/>
    <w:rsid w:val="00615EB0"/>
    <w:rsid w:val="00625192"/>
    <w:rsid w:val="0062642C"/>
    <w:rsid w:val="00627953"/>
    <w:rsid w:val="0063780B"/>
    <w:rsid w:val="00643BDB"/>
    <w:rsid w:val="00644BA4"/>
    <w:rsid w:val="006466E4"/>
    <w:rsid w:val="00657B6F"/>
    <w:rsid w:val="0066463C"/>
    <w:rsid w:val="006736DE"/>
    <w:rsid w:val="00675C6D"/>
    <w:rsid w:val="0068043E"/>
    <w:rsid w:val="0069199D"/>
    <w:rsid w:val="006931D5"/>
    <w:rsid w:val="006A27A9"/>
    <w:rsid w:val="006A762B"/>
    <w:rsid w:val="006B28B7"/>
    <w:rsid w:val="006B5553"/>
    <w:rsid w:val="006B583A"/>
    <w:rsid w:val="006B7C75"/>
    <w:rsid w:val="006C4045"/>
    <w:rsid w:val="006D2783"/>
    <w:rsid w:val="006D60C2"/>
    <w:rsid w:val="006F29CC"/>
    <w:rsid w:val="006F3E5A"/>
    <w:rsid w:val="006F595A"/>
    <w:rsid w:val="00704301"/>
    <w:rsid w:val="0070500B"/>
    <w:rsid w:val="0073006B"/>
    <w:rsid w:val="007441EF"/>
    <w:rsid w:val="00755DE3"/>
    <w:rsid w:val="0075750B"/>
    <w:rsid w:val="00764FD1"/>
    <w:rsid w:val="00765D62"/>
    <w:rsid w:val="0077377F"/>
    <w:rsid w:val="007778F8"/>
    <w:rsid w:val="00782839"/>
    <w:rsid w:val="007870BE"/>
    <w:rsid w:val="0079645A"/>
    <w:rsid w:val="007A1709"/>
    <w:rsid w:val="007B5D50"/>
    <w:rsid w:val="007C4FE6"/>
    <w:rsid w:val="007C67CC"/>
    <w:rsid w:val="007C6F7A"/>
    <w:rsid w:val="007D69F5"/>
    <w:rsid w:val="007E4125"/>
    <w:rsid w:val="007F2810"/>
    <w:rsid w:val="008037E9"/>
    <w:rsid w:val="00812A56"/>
    <w:rsid w:val="00820D09"/>
    <w:rsid w:val="00821928"/>
    <w:rsid w:val="0082604D"/>
    <w:rsid w:val="00827163"/>
    <w:rsid w:val="0083430B"/>
    <w:rsid w:val="00840780"/>
    <w:rsid w:val="0084117A"/>
    <w:rsid w:val="008464E9"/>
    <w:rsid w:val="0086205E"/>
    <w:rsid w:val="00864CA9"/>
    <w:rsid w:val="008753E8"/>
    <w:rsid w:val="008759E3"/>
    <w:rsid w:val="008C5B01"/>
    <w:rsid w:val="008D0A25"/>
    <w:rsid w:val="008D2D2A"/>
    <w:rsid w:val="008D3667"/>
    <w:rsid w:val="008F2A05"/>
    <w:rsid w:val="0091258F"/>
    <w:rsid w:val="00912BDF"/>
    <w:rsid w:val="009303BE"/>
    <w:rsid w:val="00930BE5"/>
    <w:rsid w:val="0093549B"/>
    <w:rsid w:val="00940486"/>
    <w:rsid w:val="00945D92"/>
    <w:rsid w:val="00947E0A"/>
    <w:rsid w:val="00962A66"/>
    <w:rsid w:val="00992B14"/>
    <w:rsid w:val="00997B8B"/>
    <w:rsid w:val="009A0457"/>
    <w:rsid w:val="009A133E"/>
    <w:rsid w:val="009B2A88"/>
    <w:rsid w:val="009D03F8"/>
    <w:rsid w:val="009D38F3"/>
    <w:rsid w:val="009D6ED0"/>
    <w:rsid w:val="009E181A"/>
    <w:rsid w:val="009E458E"/>
    <w:rsid w:val="009F238D"/>
    <w:rsid w:val="00A11563"/>
    <w:rsid w:val="00A15BA3"/>
    <w:rsid w:val="00A17E2A"/>
    <w:rsid w:val="00A27416"/>
    <w:rsid w:val="00A33A60"/>
    <w:rsid w:val="00A37C53"/>
    <w:rsid w:val="00A43A3D"/>
    <w:rsid w:val="00A4695F"/>
    <w:rsid w:val="00A649D1"/>
    <w:rsid w:val="00A65739"/>
    <w:rsid w:val="00A837AB"/>
    <w:rsid w:val="00A86060"/>
    <w:rsid w:val="00A9131C"/>
    <w:rsid w:val="00AC4CBE"/>
    <w:rsid w:val="00AC6C91"/>
    <w:rsid w:val="00AD61E0"/>
    <w:rsid w:val="00AE1639"/>
    <w:rsid w:val="00AE2981"/>
    <w:rsid w:val="00AE6B50"/>
    <w:rsid w:val="00AE7644"/>
    <w:rsid w:val="00AF08DF"/>
    <w:rsid w:val="00AF352B"/>
    <w:rsid w:val="00AF6389"/>
    <w:rsid w:val="00B05AE2"/>
    <w:rsid w:val="00B05C09"/>
    <w:rsid w:val="00B0627F"/>
    <w:rsid w:val="00B33B98"/>
    <w:rsid w:val="00B37FBC"/>
    <w:rsid w:val="00B4021D"/>
    <w:rsid w:val="00B71696"/>
    <w:rsid w:val="00B83B6A"/>
    <w:rsid w:val="00B96F0E"/>
    <w:rsid w:val="00B97708"/>
    <w:rsid w:val="00BA2B85"/>
    <w:rsid w:val="00BA3B23"/>
    <w:rsid w:val="00BC4705"/>
    <w:rsid w:val="00BC5640"/>
    <w:rsid w:val="00BD0A62"/>
    <w:rsid w:val="00BD14A4"/>
    <w:rsid w:val="00BE1F66"/>
    <w:rsid w:val="00BE4D60"/>
    <w:rsid w:val="00BE5701"/>
    <w:rsid w:val="00BF0E4C"/>
    <w:rsid w:val="00C0020C"/>
    <w:rsid w:val="00C10072"/>
    <w:rsid w:val="00C34030"/>
    <w:rsid w:val="00C36632"/>
    <w:rsid w:val="00C434A7"/>
    <w:rsid w:val="00C53640"/>
    <w:rsid w:val="00C545F7"/>
    <w:rsid w:val="00C712AC"/>
    <w:rsid w:val="00C760D4"/>
    <w:rsid w:val="00C86912"/>
    <w:rsid w:val="00C86C12"/>
    <w:rsid w:val="00C86E8D"/>
    <w:rsid w:val="00C955C5"/>
    <w:rsid w:val="00C95ABD"/>
    <w:rsid w:val="00C966E8"/>
    <w:rsid w:val="00CA4C43"/>
    <w:rsid w:val="00CB0037"/>
    <w:rsid w:val="00CB0FEA"/>
    <w:rsid w:val="00CB31D7"/>
    <w:rsid w:val="00CC0D7A"/>
    <w:rsid w:val="00CD5491"/>
    <w:rsid w:val="00CE4916"/>
    <w:rsid w:val="00CE5616"/>
    <w:rsid w:val="00CE6E1D"/>
    <w:rsid w:val="00CF0832"/>
    <w:rsid w:val="00CF5F86"/>
    <w:rsid w:val="00D00B63"/>
    <w:rsid w:val="00D0223D"/>
    <w:rsid w:val="00D04299"/>
    <w:rsid w:val="00D100C4"/>
    <w:rsid w:val="00D10E73"/>
    <w:rsid w:val="00D1280D"/>
    <w:rsid w:val="00D202B5"/>
    <w:rsid w:val="00D227FB"/>
    <w:rsid w:val="00D25D80"/>
    <w:rsid w:val="00D309D8"/>
    <w:rsid w:val="00D30B1A"/>
    <w:rsid w:val="00D329FC"/>
    <w:rsid w:val="00D343E0"/>
    <w:rsid w:val="00D4373A"/>
    <w:rsid w:val="00D4458D"/>
    <w:rsid w:val="00D450CB"/>
    <w:rsid w:val="00D55407"/>
    <w:rsid w:val="00D8006E"/>
    <w:rsid w:val="00D879EE"/>
    <w:rsid w:val="00D902BD"/>
    <w:rsid w:val="00D97A5C"/>
    <w:rsid w:val="00D97AF3"/>
    <w:rsid w:val="00DA0D92"/>
    <w:rsid w:val="00DB17D9"/>
    <w:rsid w:val="00DD2B46"/>
    <w:rsid w:val="00DF05FA"/>
    <w:rsid w:val="00DF283A"/>
    <w:rsid w:val="00DF2D6D"/>
    <w:rsid w:val="00DF3E13"/>
    <w:rsid w:val="00DF4287"/>
    <w:rsid w:val="00E16049"/>
    <w:rsid w:val="00E2366F"/>
    <w:rsid w:val="00E23C4F"/>
    <w:rsid w:val="00E27A09"/>
    <w:rsid w:val="00E366A1"/>
    <w:rsid w:val="00E3783E"/>
    <w:rsid w:val="00E43B45"/>
    <w:rsid w:val="00E47970"/>
    <w:rsid w:val="00E574A7"/>
    <w:rsid w:val="00E6200E"/>
    <w:rsid w:val="00E66C67"/>
    <w:rsid w:val="00E70A0F"/>
    <w:rsid w:val="00E76865"/>
    <w:rsid w:val="00E910FD"/>
    <w:rsid w:val="00E9115C"/>
    <w:rsid w:val="00EB5167"/>
    <w:rsid w:val="00EB79F8"/>
    <w:rsid w:val="00EC15EB"/>
    <w:rsid w:val="00EC6F44"/>
    <w:rsid w:val="00ED231A"/>
    <w:rsid w:val="00ED26F8"/>
    <w:rsid w:val="00F04F6E"/>
    <w:rsid w:val="00F24A77"/>
    <w:rsid w:val="00F30B25"/>
    <w:rsid w:val="00F30F4E"/>
    <w:rsid w:val="00F400F4"/>
    <w:rsid w:val="00F50474"/>
    <w:rsid w:val="00F533D7"/>
    <w:rsid w:val="00F629CC"/>
    <w:rsid w:val="00F67A7C"/>
    <w:rsid w:val="00F75059"/>
    <w:rsid w:val="00F83655"/>
    <w:rsid w:val="00F86288"/>
    <w:rsid w:val="00F87519"/>
    <w:rsid w:val="00F94E63"/>
    <w:rsid w:val="00FA22F1"/>
    <w:rsid w:val="00FA395B"/>
    <w:rsid w:val="00FB2F6E"/>
    <w:rsid w:val="00FB6C80"/>
    <w:rsid w:val="00FC0064"/>
    <w:rsid w:val="00FC00D7"/>
    <w:rsid w:val="00FC6907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26</TotalTime>
  <Pages>1</Pages>
  <Words>204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Ülle Loopre</cp:lastModifiedBy>
  <cp:revision>3</cp:revision>
  <cp:lastPrinted>2025-04-15T10:05:00Z</cp:lastPrinted>
  <dcterms:created xsi:type="dcterms:W3CDTF">2025-11-25T08:29:00Z</dcterms:created>
  <dcterms:modified xsi:type="dcterms:W3CDTF">2025-11-25T08:35:00Z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